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F5DA5C" w14:textId="77777777" w:rsidTr="00987DB5">
        <w:tc>
          <w:tcPr>
            <w:tcW w:w="9498" w:type="dxa"/>
          </w:tcPr>
          <w:p w14:paraId="2CF5DA5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F5DA74" wp14:editId="2CF5DA7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F5DA58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2CF5DA59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2CF5DA5A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CF5DA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CF5DA5D" w14:textId="13D82693" w:rsidR="00AE5C63" w:rsidRPr="00B671A0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B671A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671A0" w:rsidRPr="00B671A0">
            <w:rPr>
              <w:rFonts w:ascii="Times New Roman" w:hAnsi="Times New Roman"/>
              <w:sz w:val="28"/>
              <w:szCs w:val="28"/>
            </w:rPr>
            <w:t>06 ноября 2025 года</w:t>
          </w:r>
        </w:sdtContent>
      </w:sdt>
      <w:r w:rsidRPr="00B671A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671A0" w:rsidRPr="00B671A0">
            <w:rPr>
              <w:rFonts w:ascii="Times New Roman" w:hAnsi="Times New Roman"/>
              <w:sz w:val="28"/>
              <w:szCs w:val="28"/>
            </w:rPr>
            <w:t>204</w:t>
          </w:r>
        </w:sdtContent>
      </w:sdt>
    </w:p>
    <w:bookmarkEnd w:id="0"/>
    <w:p w14:paraId="2CF5DA5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CF5DA5F" w14:textId="1E013DDE" w:rsidR="00AE5C63" w:rsidRPr="00595A7B" w:rsidRDefault="001E4001" w:rsidP="00865A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A7B">
        <w:rPr>
          <w:rFonts w:ascii="Times New Roman" w:hAnsi="Times New Roman"/>
          <w:b/>
          <w:sz w:val="28"/>
          <w:szCs w:val="28"/>
        </w:rPr>
        <w:t xml:space="preserve">Об утверждении Положения о межведомственной комиссии </w:t>
      </w:r>
      <w:r w:rsidR="00865A6D">
        <w:rPr>
          <w:rFonts w:ascii="Times New Roman" w:hAnsi="Times New Roman"/>
          <w:b/>
          <w:sz w:val="28"/>
          <w:szCs w:val="28"/>
        </w:rPr>
        <w:br/>
      </w:r>
      <w:r w:rsidRPr="00595A7B">
        <w:rPr>
          <w:rFonts w:ascii="Times New Roman" w:hAnsi="Times New Roman"/>
          <w:b/>
          <w:sz w:val="28"/>
          <w:szCs w:val="28"/>
        </w:rPr>
        <w:t>по мобилизации доходов в бюджет муниципального образования Ногликский муниципальный округ Сахалинской области</w:t>
      </w:r>
    </w:p>
    <w:p w14:paraId="2CF5DA60" w14:textId="77777777" w:rsidR="00185FEC" w:rsidRDefault="00185FEC" w:rsidP="0086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5683E59" w14:textId="77777777" w:rsidR="00595A7B" w:rsidRDefault="00595A7B" w:rsidP="00865A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2BA7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целях пополнения доходной части бюджета, сокращения задолженности по налоговым и неналоговым платежам в бюджет 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Pr="00A306C8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(далее – местный бюджет)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, руководствуясь статьей 28 Устава муниципального образования </w:t>
      </w:r>
      <w:r w:rsidRPr="00A306C8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5E5336">
        <w:rPr>
          <w:rFonts w:ascii="Times New Roman" w:hAnsi="Times New Roman"/>
          <w:b/>
          <w:color w:val="000000"/>
          <w:sz w:val="28"/>
          <w:szCs w:val="28"/>
        </w:rPr>
        <w:t>ПОСТАНОВЛЯЮ</w:t>
      </w:r>
      <w:r w:rsidRPr="00A12BA7">
        <w:rPr>
          <w:rFonts w:ascii="Times New Roman" w:hAnsi="Times New Roman"/>
          <w:color w:val="000000"/>
          <w:sz w:val="28"/>
          <w:szCs w:val="28"/>
        </w:rPr>
        <w:t>:</w:t>
      </w:r>
    </w:p>
    <w:p w14:paraId="3B2CD39E" w14:textId="2ED0DE67" w:rsidR="00595A7B" w:rsidRDefault="00595A7B" w:rsidP="00865A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Утвердить Положение о</w:t>
      </w:r>
      <w:r w:rsidRPr="00C31C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межведомственной комиссии </w:t>
      </w:r>
      <w:r w:rsidR="00865A6D">
        <w:rPr>
          <w:rFonts w:ascii="Times New Roman" w:hAnsi="Times New Roman"/>
          <w:color w:val="000000"/>
          <w:sz w:val="28"/>
          <w:szCs w:val="28"/>
        </w:rPr>
        <w:br/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по мобилизации доходов в </w:t>
      </w:r>
      <w:r>
        <w:rPr>
          <w:rFonts w:ascii="Times New Roman" w:hAnsi="Times New Roman"/>
          <w:color w:val="000000"/>
          <w:sz w:val="28"/>
          <w:szCs w:val="28"/>
        </w:rPr>
        <w:t xml:space="preserve">местный </w:t>
      </w:r>
      <w:r w:rsidRPr="00BB0386">
        <w:rPr>
          <w:rFonts w:ascii="Times New Roman" w:hAnsi="Times New Roman"/>
          <w:color w:val="000000"/>
          <w:sz w:val="28"/>
          <w:szCs w:val="28"/>
        </w:rPr>
        <w:t xml:space="preserve">бюджет </w:t>
      </w:r>
      <w:r>
        <w:rPr>
          <w:rFonts w:ascii="Times New Roman" w:hAnsi="Times New Roman"/>
          <w:color w:val="000000"/>
          <w:sz w:val="28"/>
          <w:szCs w:val="28"/>
        </w:rPr>
        <w:t>согласно приложению (прилагается).</w:t>
      </w:r>
    </w:p>
    <w:p w14:paraId="41BF34D5" w14:textId="345A37D5" w:rsidR="00595A7B" w:rsidRDefault="00595A7B" w:rsidP="0086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C05FD9">
        <w:rPr>
          <w:rFonts w:ascii="Times New Roman" w:hAnsi="Times New Roman"/>
          <w:sz w:val="28"/>
          <w:szCs w:val="28"/>
        </w:rPr>
        <w:t xml:space="preserve">Считать утратившим силу </w:t>
      </w:r>
      <w:r>
        <w:rPr>
          <w:rFonts w:ascii="Times New Roman" w:hAnsi="Times New Roman"/>
          <w:sz w:val="28"/>
          <w:szCs w:val="28"/>
        </w:rPr>
        <w:t xml:space="preserve">постановление мэра </w:t>
      </w:r>
      <w:r w:rsidRPr="00C05FD9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04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23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204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="00865A6D">
        <w:rPr>
          <w:rFonts w:ascii="Times New Roman" w:hAnsi="Times New Roman"/>
          <w:sz w:val="28"/>
          <w:szCs w:val="28"/>
        </w:rPr>
        <w:br/>
      </w:r>
      <w:r w:rsidRPr="00C05FD9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color w:val="000000"/>
          <w:sz w:val="28"/>
          <w:szCs w:val="28"/>
        </w:rPr>
        <w:t>Положения о</w:t>
      </w:r>
      <w:r w:rsidRPr="00C31C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межведомственной комиссии по мобилизации доходов </w:t>
      </w:r>
      <w:r>
        <w:rPr>
          <w:rFonts w:ascii="Times New Roman" w:hAnsi="Times New Roman"/>
          <w:sz w:val="28"/>
          <w:szCs w:val="28"/>
        </w:rPr>
        <w:t>в бюджет муниципального образования «Городской округ Ногликский».</w:t>
      </w:r>
    </w:p>
    <w:p w14:paraId="5F5AA073" w14:textId="77777777" w:rsidR="00595A7B" w:rsidRDefault="00595A7B" w:rsidP="00865A6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Опубликовать настоящее постановление в газете «Знамя труда» и разместить на официальном сайте </w:t>
      </w:r>
      <w:r w:rsidRPr="00A12BA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  <w:r w:rsidRPr="00A306C8">
        <w:rPr>
          <w:rFonts w:ascii="Times New Roman" w:hAnsi="Times New Roman"/>
          <w:sz w:val="28"/>
          <w:szCs w:val="28"/>
        </w:rPr>
        <w:t>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32CA4A26" w14:textId="01A2EA7F" w:rsidR="00595A7B" w:rsidRPr="00A306C8" w:rsidRDefault="00595A7B" w:rsidP="0086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A306C8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865A6D">
        <w:rPr>
          <w:rFonts w:ascii="Times New Roman" w:hAnsi="Times New Roman"/>
          <w:sz w:val="28"/>
          <w:szCs w:val="28"/>
        </w:rPr>
        <w:br/>
      </w:r>
      <w:r w:rsidRPr="00A306C8">
        <w:rPr>
          <w:rFonts w:ascii="Times New Roman" w:hAnsi="Times New Roman"/>
          <w:sz w:val="28"/>
          <w:szCs w:val="28"/>
        </w:rPr>
        <w:t>на начальника финансового управления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A306C8">
        <w:rPr>
          <w:rFonts w:ascii="Times New Roman" w:hAnsi="Times New Roman"/>
          <w:sz w:val="28"/>
          <w:szCs w:val="28"/>
        </w:rPr>
        <w:t xml:space="preserve"> Петрушенко Е.В.</w:t>
      </w:r>
    </w:p>
    <w:p w14:paraId="2CF5DA62" w14:textId="0F310652" w:rsidR="00E609BC" w:rsidRDefault="00E609BC" w:rsidP="0086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CC3886" w14:textId="77777777" w:rsidR="00865A6D" w:rsidRPr="00D12794" w:rsidRDefault="00865A6D" w:rsidP="00865A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2CF5DA6D" w14:textId="77777777" w:rsidTr="00EB6484">
        <w:tc>
          <w:tcPr>
            <w:tcW w:w="4672" w:type="dxa"/>
          </w:tcPr>
          <w:p w14:paraId="2CF5DA6B" w14:textId="77777777" w:rsidR="007622F4" w:rsidRDefault="007622F4" w:rsidP="00865A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3E773EA1" w14:textId="77777777" w:rsidR="00595A7B" w:rsidRDefault="00595A7B" w:rsidP="00865A6D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220E587" w14:textId="77777777" w:rsidR="00865A6D" w:rsidRDefault="00865A6D" w:rsidP="00865A6D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2CF5DA6C" w14:textId="7AC6A7D1" w:rsidR="007622F4" w:rsidRDefault="007622F4" w:rsidP="00865A6D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2CF5DA6E" w14:textId="77777777" w:rsidR="008629FA" w:rsidRPr="008629FA" w:rsidRDefault="008629FA" w:rsidP="00865A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65A6D">
      <w:footerReference w:type="default" r:id="rId7"/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5DA78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2CF5DA79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DA7A" w14:textId="0E8CE6CB" w:rsidR="00AE5C63" w:rsidRPr="008276D6" w:rsidRDefault="00AE5C63" w:rsidP="00AE5C63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5DA76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2CF5DA77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1369"/>
    <w:rsid w:val="00185FEC"/>
    <w:rsid w:val="001E1F9F"/>
    <w:rsid w:val="001E4001"/>
    <w:rsid w:val="002E5832"/>
    <w:rsid w:val="00364F8F"/>
    <w:rsid w:val="00520CBF"/>
    <w:rsid w:val="00595A7B"/>
    <w:rsid w:val="007622F4"/>
    <w:rsid w:val="008276D6"/>
    <w:rsid w:val="008629FA"/>
    <w:rsid w:val="00865A6D"/>
    <w:rsid w:val="00987DB5"/>
    <w:rsid w:val="00AC72C8"/>
    <w:rsid w:val="00AE5C63"/>
    <w:rsid w:val="00B10ED9"/>
    <w:rsid w:val="00B25688"/>
    <w:rsid w:val="00B671A0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5DA5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24809"/>
    <w:rsid w:val="003B16D3"/>
    <w:rsid w:val="004B4044"/>
    <w:rsid w:val="00852E81"/>
    <w:rsid w:val="008C678B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2020-04-07T04:54:00Z</dcterms:created>
  <dcterms:modified xsi:type="dcterms:W3CDTF">2025-11-06T01:39:00Z</dcterms:modified>
</cp:coreProperties>
</file>